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404" w:rsidRPr="001E65AD" w:rsidRDefault="009C7404" w:rsidP="001E65AD">
      <w:pPr>
        <w:rPr>
          <w:rFonts w:ascii="Times New Roman" w:hAnsi="Times New Roman"/>
          <w:b/>
          <w:sz w:val="28"/>
          <w:szCs w:val="28"/>
        </w:rPr>
      </w:pPr>
      <w:r w:rsidRPr="001E65AD">
        <w:rPr>
          <w:rFonts w:ascii="Times New Roman" w:hAnsi="Times New Roman"/>
          <w:b/>
          <w:sz w:val="28"/>
          <w:szCs w:val="28"/>
        </w:rPr>
        <w:t xml:space="preserve">Common Home Made Remedies for Pearly Penile Papules </w:t>
      </w:r>
    </w:p>
    <w:p w:rsidR="009C7404" w:rsidRDefault="009C7404">
      <w:pPr>
        <w:rPr>
          <w:rFonts w:ascii="Times New Roman" w:hAnsi="Times New Roman"/>
          <w:sz w:val="24"/>
          <w:szCs w:val="24"/>
        </w:rPr>
      </w:pPr>
      <w:r>
        <w:rPr>
          <w:rFonts w:ascii="Times New Roman" w:hAnsi="Times New Roman"/>
          <w:sz w:val="24"/>
          <w:szCs w:val="24"/>
        </w:rPr>
        <w:t xml:space="preserve">When it comes to treating pearly penile papules many people find it very difficult to reach one of the medical treatments. This is mainly because they are highly expensive and not many people can afford spending large amounts of money on surgery and recovery. In addition to that, these procedures have been reported as being quite risky, which make the men suffering from pearly penile papules think twice before going for one of the available surgeries. </w:t>
      </w:r>
    </w:p>
    <w:p w:rsidR="009C7404" w:rsidRDefault="009C7404">
      <w:pPr>
        <w:rPr>
          <w:rFonts w:ascii="Times New Roman" w:hAnsi="Times New Roman"/>
          <w:sz w:val="24"/>
          <w:szCs w:val="24"/>
        </w:rPr>
      </w:pPr>
      <w:r>
        <w:rPr>
          <w:rFonts w:ascii="Times New Roman" w:hAnsi="Times New Roman"/>
          <w:sz w:val="24"/>
          <w:szCs w:val="24"/>
        </w:rPr>
        <w:t xml:space="preserve">This is why, along the time, many homemade, natural treatments have been experienced, so that a cheaper and less risky way of curing pearly penile papules would be found. Some of the methods which have been tried proved to be very less effective, while some did not have any effect at all. Yet, there have also been methods which not only proved to be effective, but they were also considered to be much better than the medical treatment. </w:t>
      </w:r>
    </w:p>
    <w:p w:rsidR="009C7404" w:rsidRDefault="009C7404">
      <w:pPr>
        <w:rPr>
          <w:rFonts w:ascii="Times New Roman" w:hAnsi="Times New Roman"/>
          <w:sz w:val="24"/>
          <w:szCs w:val="24"/>
        </w:rPr>
      </w:pPr>
      <w:r>
        <w:rPr>
          <w:rFonts w:ascii="Times New Roman" w:hAnsi="Times New Roman"/>
          <w:sz w:val="24"/>
          <w:szCs w:val="24"/>
        </w:rPr>
        <w:t xml:space="preserve">Most of those who have tried the tea tree oil treatment reported significant diminish of the number of the papules from their penises. In addition to the clearing of the skin, they have also noticed that there were no side effects and the skin remained soft after the papules were removed. As the method was quite simple to put in practice (it requires the application of tea tree oil on the affected area with a cotton swab for three or four times per day), many men decided this was indeed a great solution to their problem. </w:t>
      </w:r>
    </w:p>
    <w:p w:rsidR="009C7404" w:rsidRDefault="009C7404">
      <w:pPr>
        <w:rPr>
          <w:rFonts w:ascii="Times New Roman" w:hAnsi="Times New Roman"/>
          <w:sz w:val="24"/>
          <w:szCs w:val="24"/>
        </w:rPr>
      </w:pPr>
      <w:r>
        <w:rPr>
          <w:rFonts w:ascii="Times New Roman" w:hAnsi="Times New Roman"/>
          <w:sz w:val="24"/>
          <w:szCs w:val="24"/>
        </w:rPr>
        <w:t xml:space="preserve">Another highly successful method is that which uses castor oil. The method of applying the castor oil is similar to the tea tree oil, the only two differences being that you have to cover the area with a bandage after applying the castor oil and in case of the castor oil you can use a large amount of oil, while in the case of the tea tree oil it is recommended to use only a small quantity of substance. </w:t>
      </w:r>
    </w:p>
    <w:p w:rsidR="009C7404" w:rsidRDefault="009C7404">
      <w:pPr>
        <w:rPr>
          <w:rFonts w:ascii="Times New Roman" w:hAnsi="Times New Roman"/>
          <w:sz w:val="24"/>
          <w:szCs w:val="24"/>
        </w:rPr>
      </w:pPr>
      <w:r>
        <w:rPr>
          <w:rFonts w:ascii="Times New Roman" w:hAnsi="Times New Roman"/>
          <w:sz w:val="24"/>
          <w:szCs w:val="24"/>
        </w:rPr>
        <w:t xml:space="preserve">Even though there have been reported great results, these methods have also some disadvantages. Probably the most important one is that you will have to be patient as the results will not be seen in a day or two but rather in a matter of weeks or even months. If you are not extremely patient and diligent, you may find this an obstacle which cannot be surpassed. </w:t>
      </w:r>
    </w:p>
    <w:p w:rsidR="009C7404" w:rsidRDefault="009C7404">
      <w:pPr>
        <w:rPr>
          <w:rFonts w:ascii="Times New Roman" w:hAnsi="Times New Roman"/>
          <w:sz w:val="24"/>
          <w:szCs w:val="24"/>
        </w:rPr>
      </w:pPr>
      <w:r>
        <w:rPr>
          <w:rFonts w:ascii="Times New Roman" w:hAnsi="Times New Roman"/>
          <w:sz w:val="24"/>
          <w:szCs w:val="24"/>
        </w:rPr>
        <w:t>Resource box:</w:t>
      </w:r>
    </w:p>
    <w:p w:rsidR="009C7404" w:rsidRDefault="009C7404">
      <w:pPr>
        <w:rPr>
          <w:rFonts w:ascii="Times New Roman" w:hAnsi="Times New Roman"/>
          <w:sz w:val="24"/>
          <w:szCs w:val="24"/>
        </w:rPr>
      </w:pPr>
      <w:r>
        <w:rPr>
          <w:rFonts w:ascii="Times New Roman" w:hAnsi="Times New Roman"/>
          <w:sz w:val="24"/>
          <w:szCs w:val="24"/>
        </w:rPr>
        <w:t xml:space="preserve">There is a great treatment, whose results will be seen much faster and which will get you rid of those pearly penile papules safe, easy and cheap. </w:t>
      </w:r>
      <w:r w:rsidRPr="00D2546E">
        <w:rPr>
          <w:rFonts w:ascii="Times New Roman" w:hAnsi="Times New Roman"/>
          <w:sz w:val="24"/>
          <w:szCs w:val="24"/>
        </w:rPr>
        <w:t>&lt;a href="http://www.pearlypapulesremoval.com"&gt;Click Here...&lt;/a&gt;</w:t>
      </w:r>
      <w:r>
        <w:rPr>
          <w:rFonts w:ascii="Times New Roman" w:hAnsi="Times New Roman"/>
          <w:sz w:val="24"/>
          <w:szCs w:val="24"/>
        </w:rPr>
        <w:t xml:space="preserve"> to find out which is this method and how you should apply it. </w:t>
      </w:r>
      <w:bookmarkStart w:id="0" w:name="_GoBack"/>
      <w:bookmarkEnd w:id="0"/>
    </w:p>
    <w:p w:rsidR="009C7404" w:rsidRPr="0089249D" w:rsidRDefault="009C7404">
      <w:pPr>
        <w:rPr>
          <w:rFonts w:ascii="Times New Roman" w:hAnsi="Times New Roman"/>
          <w:sz w:val="24"/>
          <w:szCs w:val="24"/>
        </w:rPr>
      </w:pPr>
      <w:r w:rsidRPr="0089249D">
        <w:rPr>
          <w:rFonts w:ascii="Times New Roman" w:hAnsi="Times New Roman"/>
          <w:sz w:val="24"/>
          <w:szCs w:val="24"/>
        </w:rPr>
        <w:t>&lt;a href="http://www.pearlypapulesremoval.com"&gt;Pearly Papules Removal&lt;/a&gt;</w:t>
      </w:r>
    </w:p>
    <w:sectPr w:rsidR="009C7404" w:rsidRPr="0089249D" w:rsidSect="001E65AD">
      <w:pgSz w:w="12240" w:h="15840"/>
      <w:pgMar w:top="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C01728"/>
    <w:multiLevelType w:val="hybridMultilevel"/>
    <w:tmpl w:val="1D10537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E65AD"/>
    <w:rsid w:val="00106A4A"/>
    <w:rsid w:val="0017727F"/>
    <w:rsid w:val="001E65AD"/>
    <w:rsid w:val="0048316F"/>
    <w:rsid w:val="004D5E34"/>
    <w:rsid w:val="006E617D"/>
    <w:rsid w:val="007A284C"/>
    <w:rsid w:val="0089249D"/>
    <w:rsid w:val="009C7404"/>
    <w:rsid w:val="00B13713"/>
    <w:rsid w:val="00B50AA5"/>
    <w:rsid w:val="00BB3DAE"/>
    <w:rsid w:val="00BF1DD6"/>
    <w:rsid w:val="00C95C20"/>
    <w:rsid w:val="00D2546E"/>
    <w:rsid w:val="00D35374"/>
    <w:rsid w:val="00DA5C56"/>
    <w:rsid w:val="00DF3259"/>
    <w:rsid w:val="00E76DC7"/>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5C56"/>
    <w:pPr>
      <w:spacing w:after="200" w:line="276"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E65A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TotalTime>
  <Pages>1</Pages>
  <Words>389</Words>
  <Characters>2222</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Cici</dc:creator>
  <cp:keywords/>
  <dc:description/>
  <cp:lastModifiedBy>joe</cp:lastModifiedBy>
  <cp:revision>29</cp:revision>
  <dcterms:created xsi:type="dcterms:W3CDTF">2010-06-21T08:20:00Z</dcterms:created>
  <dcterms:modified xsi:type="dcterms:W3CDTF">2010-06-22T16:54:00Z</dcterms:modified>
</cp:coreProperties>
</file>